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819"/>
        <w:gridCol w:w="567"/>
        <w:gridCol w:w="4394"/>
      </w:tblGrid>
      <w:tr w:rsidR="00C6765F" w:rsidRPr="000A63AF" w14:paraId="0E33E6A3" w14:textId="77777777" w:rsidTr="00D27DA8">
        <w:trPr>
          <w:trHeight w:val="1833"/>
        </w:trPr>
        <w:tc>
          <w:tcPr>
            <w:tcW w:w="421" w:type="dxa"/>
            <w:tcBorders>
              <w:right w:val="nil"/>
            </w:tcBorders>
          </w:tcPr>
          <w:p w14:paraId="37C323A9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819" w:type="dxa"/>
            <w:tcBorders>
              <w:left w:val="nil"/>
            </w:tcBorders>
          </w:tcPr>
          <w:p w14:paraId="543BE07C" w14:textId="45419033" w:rsidR="00C55B29" w:rsidRPr="002955F9" w:rsidRDefault="002955F9" w:rsidP="00431275">
            <w:pPr>
              <w:spacing w:before="120" w:after="0"/>
              <w:rPr>
                <w:rFonts w:ascii="Century Gothic" w:hAnsi="Century Gothic" w:cs="Tahoma"/>
              </w:rPr>
            </w:pPr>
            <w:r w:rsidRPr="002955F9">
              <w:rPr>
                <w:rFonts w:ascii="Century Gothic" w:hAnsi="Century Gothic" w:cs="Tahoma"/>
              </w:rPr>
              <w:t>Mrs Huskisson is sharing out 54 exercise books to Mrs Cooper and Mrs Butler in the ratio 1:5</w:t>
            </w:r>
            <w:proofErr w:type="gramStart"/>
            <w:r w:rsidRPr="002955F9">
              <w:rPr>
                <w:rFonts w:ascii="Century Gothic" w:hAnsi="Century Gothic" w:cs="Tahoma"/>
              </w:rPr>
              <w:t>.  How</w:t>
            </w:r>
            <w:proofErr w:type="gramEnd"/>
            <w:r w:rsidRPr="002955F9">
              <w:rPr>
                <w:rFonts w:ascii="Century Gothic" w:hAnsi="Century Gothic" w:cs="Tahoma"/>
              </w:rPr>
              <w:t xml:space="preserve"> many do they get each? </w:t>
            </w:r>
          </w:p>
        </w:tc>
        <w:tc>
          <w:tcPr>
            <w:tcW w:w="567" w:type="dxa"/>
            <w:tcBorders>
              <w:right w:val="nil"/>
            </w:tcBorders>
          </w:tcPr>
          <w:p w14:paraId="181FE9F0" w14:textId="77777777" w:rsidR="00C6765F" w:rsidRPr="00431275" w:rsidRDefault="00C6765F" w:rsidP="00A1371A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431275">
              <w:rPr>
                <w:rFonts w:ascii="Century Gothic" w:hAnsi="Century Gothic"/>
              </w:rPr>
              <w:t>2)</w:t>
            </w:r>
          </w:p>
        </w:tc>
        <w:tc>
          <w:tcPr>
            <w:tcW w:w="4394" w:type="dxa"/>
            <w:tcBorders>
              <w:left w:val="nil"/>
            </w:tcBorders>
          </w:tcPr>
          <w:p w14:paraId="00753AE1" w14:textId="568595C5" w:rsidR="001E2A93" w:rsidRPr="00431275" w:rsidRDefault="001E2A93" w:rsidP="001E2A93">
            <w:pPr>
              <w:spacing w:before="120" w:after="0"/>
              <w:rPr>
                <w:rFonts w:ascii="Century Gothic" w:hAnsi="Century Gothic" w:cs="Tahoma"/>
              </w:rPr>
            </w:pPr>
            <w:r w:rsidRPr="00431275">
              <w:rPr>
                <w:rFonts w:ascii="Century Gothic" w:hAnsi="Century Gothic" w:cs="Tahoma"/>
              </w:rPr>
              <w:t xml:space="preserve">Write the answer in </w:t>
            </w:r>
            <w:r w:rsidR="00756347">
              <w:rPr>
                <w:rFonts w:ascii="Century Gothic" w:hAnsi="Century Gothic" w:cs="Tahoma"/>
              </w:rPr>
              <w:t>its</w:t>
            </w:r>
            <w:r w:rsidRPr="00431275">
              <w:rPr>
                <w:rFonts w:ascii="Century Gothic" w:hAnsi="Century Gothic" w:cs="Tahoma"/>
              </w:rPr>
              <w:t xml:space="preserve"> simplest form</w:t>
            </w:r>
          </w:p>
          <w:p w14:paraId="1FAB0DD0" w14:textId="77777777" w:rsidR="00C35600" w:rsidRPr="00431275" w:rsidRDefault="00C35600" w:rsidP="00C35600">
            <w:pPr>
              <w:rPr>
                <w:rFonts w:ascii="Century Gothic" w:eastAsiaTheme="minorEastAsia" w:hAnsi="Century Gothic" w:cs="Tahoma"/>
              </w:rPr>
            </w:pPr>
          </w:p>
          <w:p w14:paraId="1B5E5D74" w14:textId="06242347" w:rsidR="00C6765F" w:rsidRPr="00431275" w:rsidRDefault="00AF7308" w:rsidP="001E2A93">
            <w:pPr>
              <w:rPr>
                <w:rFonts w:ascii="Century Gothic" w:eastAsiaTheme="minorEastAsia" w:hAnsi="Century Gothic" w:cs="Tahom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6</m:t>
                    </m:r>
                  </m:den>
                </m:f>
                <m:r>
                  <w:rPr>
                    <w:rFonts w:ascii="Cambria Math" w:hAnsi="Cambria Math" w:cs="Tahoma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4</m:t>
                    </m:r>
                  </m:den>
                </m:f>
                <m:r>
                  <w:rPr>
                    <w:rFonts w:ascii="Cambria Math" w:hAnsi="Cambria Math" w:cs="Tahoma"/>
                  </w:rPr>
                  <m:t>=</m:t>
                </m:r>
              </m:oMath>
            </m:oMathPara>
          </w:p>
        </w:tc>
      </w:tr>
      <w:tr w:rsidR="00C6765F" w:rsidRPr="00C240D5" w14:paraId="02717925" w14:textId="77777777" w:rsidTr="00A1371A">
        <w:trPr>
          <w:trHeight w:val="239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823B73B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819" w:type="dxa"/>
            <w:tcBorders>
              <w:left w:val="nil"/>
              <w:bottom w:val="single" w:sz="4" w:space="0" w:color="auto"/>
            </w:tcBorders>
          </w:tcPr>
          <w:p w14:paraId="7FD402AC" w14:textId="67E46B9F" w:rsidR="00C60D83" w:rsidRPr="00431275" w:rsidRDefault="00C60D83" w:rsidP="00431275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  <w:r w:rsidRPr="00431275">
              <w:rPr>
                <w:rFonts w:ascii="Century Gothic" w:eastAsiaTheme="minorEastAsia" w:hAnsi="Century Gothic" w:cs="Tahoma"/>
                <w:noProof/>
              </w:rPr>
              <w:t xml:space="preserve">Draw the </w:t>
            </w:r>
            <w:r w:rsidR="004267C7">
              <w:rPr>
                <w:rFonts w:ascii="Century Gothic" w:eastAsiaTheme="minorEastAsia" w:hAnsi="Century Gothic" w:cs="Tahoma"/>
                <w:noProof/>
              </w:rPr>
              <w:t>plan</w:t>
            </w:r>
            <w:r w:rsidRPr="00431275">
              <w:rPr>
                <w:rFonts w:ascii="Century Gothic" w:eastAsiaTheme="minorEastAsia" w:hAnsi="Century Gothic" w:cs="Tahoma"/>
                <w:noProof/>
              </w:rPr>
              <w:t xml:space="preserve"> view:</w:t>
            </w:r>
          </w:p>
          <w:p w14:paraId="683B8A61" w14:textId="1ED68E47" w:rsidR="00665D34" w:rsidRPr="00431275" w:rsidRDefault="006201DC" w:rsidP="00431275">
            <w:pPr>
              <w:rPr>
                <w:rFonts w:ascii="Century Gothic" w:eastAsiaTheme="minorEastAsia" w:hAnsi="Century Gothic" w:cs="Tahoma"/>
                <w:noProof/>
              </w:rPr>
            </w:pPr>
            <w:r>
              <w:rPr>
                <w:rFonts w:ascii="Tahoma" w:eastAsiaTheme="minorEastAsia" w:hAnsi="Tahoma" w:cs="Tahoma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3DF8FEE0" wp14:editId="5E2E2D02">
                      <wp:simplePos x="0" y="0"/>
                      <wp:positionH relativeFrom="column">
                        <wp:posOffset>914979</wp:posOffset>
                      </wp:positionH>
                      <wp:positionV relativeFrom="paragraph">
                        <wp:posOffset>886428</wp:posOffset>
                      </wp:positionV>
                      <wp:extent cx="333375" cy="228600"/>
                      <wp:effectExtent l="38100" t="38100" r="28575" b="19050"/>
                      <wp:wrapNone/>
                      <wp:docPr id="23" name="Straight Arrow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33375" cy="2286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678DB2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3" o:spid="_x0000_s1026" type="#_x0000_t32" style="position:absolute;margin-left:72.05pt;margin-top:69.8pt;width:26.25pt;height:18pt;flip:x y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" strokecolor="#4579b8 [3044]">
                      <v:stroke endarrow="open"/>
                    </v:shape>
                  </w:pict>
                </mc:Fallback>
              </mc:AlternateContent>
            </w:r>
            <w:r w:rsidR="00DE1DA0">
              <w:rPr>
                <w:rFonts w:ascii="Tahoma" w:eastAsiaTheme="minorEastAsia" w:hAnsi="Tahoma" w:cs="Tahoma"/>
                <w:noProof/>
                <w:lang w:eastAsia="en-GB"/>
              </w:rPr>
              <w:drawing>
                <wp:inline distT="0" distB="0" distL="0" distR="0" wp14:anchorId="031F1A27" wp14:editId="2349A993">
                  <wp:extent cx="911385" cy="952500"/>
                  <wp:effectExtent l="0" t="0" r="317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E4F79A.tmp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1512" cy="952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60D83" w:rsidRPr="00431275">
              <w:rPr>
                <w:rFonts w:ascii="Century Gothic" w:eastAsiaTheme="minorEastAsia" w:hAnsi="Century Gothic" w:cs="Tahoma"/>
                <w:noProof/>
              </w:rPr>
              <w:t xml:space="preserve">          </w:t>
            </w:r>
            <w:r w:rsidR="00C60D83" w:rsidRPr="00431275">
              <w:rPr>
                <w:rFonts w:ascii="Century Gothic" w:eastAsiaTheme="minorEastAsia" w:hAnsi="Century Gothic" w:cs="Tahoma"/>
                <w:noProof/>
                <w:lang w:eastAsia="en-GB"/>
              </w:rPr>
              <w:drawing>
                <wp:inline distT="0" distB="0" distL="0" distR="0" wp14:anchorId="6C6B9508" wp14:editId="19F0854A">
                  <wp:extent cx="1171575" cy="1171575"/>
                  <wp:effectExtent l="0" t="0" r="9525" b="952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BCFB8F.tmp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739" cy="11717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4F38A42C" w14:textId="77777777" w:rsidR="00C6765F" w:rsidRPr="00431275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431275">
              <w:rPr>
                <w:rFonts w:ascii="Century Gothic" w:hAnsi="Century Gothic"/>
              </w:rPr>
              <w:t>4)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6025BFB4" w14:textId="35A2732C" w:rsidR="00431275" w:rsidRPr="00431275" w:rsidRDefault="00431275" w:rsidP="00431275">
            <w:pPr>
              <w:spacing w:before="120" w:after="0"/>
              <w:rPr>
                <w:rFonts w:ascii="Century Gothic" w:hAnsi="Century Gothic" w:cs="Tahoma"/>
              </w:rPr>
            </w:pPr>
            <w:r w:rsidRPr="00431275">
              <w:rPr>
                <w:rFonts w:ascii="Century Gothic" w:hAnsi="Century Gothic" w:cs="Tahoma"/>
              </w:rPr>
              <w:t>Expand the brackets:</w:t>
            </w:r>
          </w:p>
          <w:p w14:paraId="63DC2954" w14:textId="77777777" w:rsidR="00690EBA" w:rsidRPr="00742D33" w:rsidRDefault="00690EBA" w:rsidP="00690EBA">
            <w:pPr>
              <w:rPr>
                <w:rFonts w:ascii="Tahoma" w:eastAsiaTheme="minorEastAsia" w:hAnsi="Tahoma" w:cs="Tahoma"/>
              </w:rPr>
            </w:pPr>
            <m:oMathPara>
              <m:oMath>
                <m:d>
                  <m:dPr>
                    <m:ctrlPr>
                      <w:rPr>
                        <w:rFonts w:ascii="Cambria Math" w:eastAsiaTheme="minorEastAsia" w:hAnsi="Cambria Math" w:cs="Tahoma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ahoma"/>
                      </w:rPr>
                      <m:t>x-7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 w:cs="Tahoma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ahoma"/>
                      </w:rPr>
                      <m:t>x-3</m:t>
                    </m:r>
                  </m:e>
                </m:d>
                <m:r>
                  <w:rPr>
                    <w:rFonts w:ascii="Cambria Math" w:eastAsiaTheme="minorEastAsia" w:hAnsi="Cambria Math" w:cs="Tahoma"/>
                  </w:rPr>
                  <m:t>=</m:t>
                </m:r>
              </m:oMath>
            </m:oMathPara>
          </w:p>
          <w:p w14:paraId="35867634" w14:textId="5834A5BA" w:rsidR="00C6765F" w:rsidRPr="00212993" w:rsidRDefault="00C6765F" w:rsidP="00212993">
            <w:pPr>
              <w:rPr>
                <w:rFonts w:ascii="Tahoma" w:eastAsiaTheme="minorEastAsia" w:hAnsi="Tahoma" w:cs="Tahoma"/>
              </w:rPr>
            </w:pPr>
          </w:p>
        </w:tc>
      </w:tr>
      <w:tr w:rsidR="00C6765F" w:rsidRPr="00C240D5" w14:paraId="3A800F6F" w14:textId="77777777" w:rsidTr="00C6765F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56412228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3EF1DA19" w14:textId="1955BA47" w:rsidR="009F6C6A" w:rsidRDefault="007516C1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22752" behindDoc="0" locked="0" layoutInCell="1" allowOverlap="1" wp14:anchorId="569AC525" wp14:editId="7492D789">
                  <wp:simplePos x="0" y="0"/>
                  <wp:positionH relativeFrom="column">
                    <wp:posOffset>2043293</wp:posOffset>
                  </wp:positionH>
                  <wp:positionV relativeFrom="paragraph">
                    <wp:posOffset>99623</wp:posOffset>
                  </wp:positionV>
                  <wp:extent cx="371475" cy="371475"/>
                  <wp:effectExtent l="0" t="0" r="9525" b="9525"/>
                  <wp:wrapSquare wrapText="bothSides"/>
                  <wp:docPr id="2" name="Picture 2" descr="Image result for calculato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calculator clipar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782"/>
                          <a:stretch/>
                        </pic:blipFill>
                        <pic:spPr bwMode="auto">
                          <a:xfrm>
                            <a:off x="0" y="0"/>
                            <a:ext cx="3714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F6C6A"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 w:rsidR="000758B3">
              <w:rPr>
                <w:rFonts w:ascii="Century Gothic" w:hAnsi="Century Gothic" w:cs="Tahoma"/>
                <w:noProof/>
                <w:lang w:eastAsia="en-GB"/>
              </w:rPr>
              <w:t>length</w:t>
            </w:r>
            <w:r w:rsidR="009F6C6A"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6E7FDE4D" w14:textId="25251711" w:rsidR="00C6765F" w:rsidRPr="009F6C6A" w:rsidRDefault="00326247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76672" behindDoc="0" locked="0" layoutInCell="1" allowOverlap="1" wp14:anchorId="1C4C0152" wp14:editId="06F94F21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721424</wp:posOffset>
                  </wp:positionV>
                  <wp:extent cx="572135" cy="40132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758B3"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1AF2BF85" wp14:editId="6DAA0AB6">
                  <wp:extent cx="1147115" cy="6286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947" cy="6296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DCD8AF" w14:textId="4882F3E9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15329A9B" wp14:editId="2B9C3007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22F1B10" wp14:editId="542E12E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950AD6">
        <w:rPr>
          <w:rFonts w:ascii="Segoe Print" w:hAnsi="Segoe Print"/>
          <w:b/>
          <w:sz w:val="24"/>
        </w:rPr>
        <w:t>2</w:t>
      </w:r>
      <w:r w:rsidR="004D2879">
        <w:rPr>
          <w:rFonts w:ascii="Segoe Print" w:hAnsi="Segoe Print"/>
          <w:b/>
          <w:sz w:val="24"/>
        </w:rPr>
        <w:t>8</w:t>
      </w:r>
      <w:r w:rsidR="00950AD6">
        <w:rPr>
          <w:rFonts w:ascii="Segoe Print" w:hAnsi="Segoe Print"/>
          <w:b/>
          <w:sz w:val="24"/>
        </w:rPr>
        <w:t>.</w:t>
      </w:r>
      <w:r w:rsidR="00CD229B">
        <w:rPr>
          <w:rFonts w:ascii="Segoe Print" w:hAnsi="Segoe Print"/>
          <w:b/>
          <w:sz w:val="24"/>
        </w:rPr>
        <w:t>4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7C7196B9" w14:textId="0CEDF812" w:rsidR="00C6765F" w:rsidRDefault="00C6765F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p w14:paraId="205285BC" w14:textId="18E143CF" w:rsidR="00690EBA" w:rsidRDefault="00690EBA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p w14:paraId="14F30CC1" w14:textId="77777777" w:rsidR="00690EBA" w:rsidRDefault="00690EBA" w:rsidP="00E20822">
      <w:pPr>
        <w:spacing w:after="120"/>
        <w:ind w:firstLine="720"/>
        <w:rPr>
          <w:rFonts w:ascii="Segoe Print" w:hAnsi="Segoe Print"/>
          <w:b/>
          <w:sz w:val="24"/>
        </w:rPr>
      </w:pPr>
      <w:bookmarkStart w:id="0" w:name="_GoBack"/>
      <w:bookmarkEnd w:id="0"/>
    </w:p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819"/>
        <w:gridCol w:w="567"/>
        <w:gridCol w:w="4394"/>
      </w:tblGrid>
      <w:tr w:rsidR="00690EBA" w:rsidRPr="000A63AF" w14:paraId="5B022ACA" w14:textId="77777777" w:rsidTr="00715630">
        <w:trPr>
          <w:trHeight w:val="1833"/>
        </w:trPr>
        <w:tc>
          <w:tcPr>
            <w:tcW w:w="421" w:type="dxa"/>
            <w:tcBorders>
              <w:right w:val="nil"/>
            </w:tcBorders>
          </w:tcPr>
          <w:p w14:paraId="733B2A2A" w14:textId="77777777" w:rsidR="00690EBA" w:rsidRPr="00C240D5" w:rsidRDefault="00690EBA" w:rsidP="00715630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819" w:type="dxa"/>
            <w:tcBorders>
              <w:left w:val="nil"/>
            </w:tcBorders>
          </w:tcPr>
          <w:p w14:paraId="3FCD8884" w14:textId="77777777" w:rsidR="00690EBA" w:rsidRPr="002955F9" w:rsidRDefault="00690EBA" w:rsidP="00715630">
            <w:pPr>
              <w:spacing w:before="120" w:after="0"/>
              <w:rPr>
                <w:rFonts w:ascii="Century Gothic" w:hAnsi="Century Gothic" w:cs="Tahoma"/>
              </w:rPr>
            </w:pPr>
            <w:r w:rsidRPr="002955F9">
              <w:rPr>
                <w:rFonts w:ascii="Century Gothic" w:hAnsi="Century Gothic" w:cs="Tahoma"/>
              </w:rPr>
              <w:t>Mrs Huskisson is sharing out 54 exercise books to Mrs Cooper and Mrs Butler in the ratio 1:5</w:t>
            </w:r>
            <w:proofErr w:type="gramStart"/>
            <w:r w:rsidRPr="002955F9">
              <w:rPr>
                <w:rFonts w:ascii="Century Gothic" w:hAnsi="Century Gothic" w:cs="Tahoma"/>
              </w:rPr>
              <w:t>.  How</w:t>
            </w:r>
            <w:proofErr w:type="gramEnd"/>
            <w:r w:rsidRPr="002955F9">
              <w:rPr>
                <w:rFonts w:ascii="Century Gothic" w:hAnsi="Century Gothic" w:cs="Tahoma"/>
              </w:rPr>
              <w:t xml:space="preserve"> many do they get each? </w:t>
            </w:r>
          </w:p>
        </w:tc>
        <w:tc>
          <w:tcPr>
            <w:tcW w:w="567" w:type="dxa"/>
            <w:tcBorders>
              <w:right w:val="nil"/>
            </w:tcBorders>
          </w:tcPr>
          <w:p w14:paraId="4AFB0226" w14:textId="77777777" w:rsidR="00690EBA" w:rsidRPr="00431275" w:rsidRDefault="00690EBA" w:rsidP="00715630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431275">
              <w:rPr>
                <w:rFonts w:ascii="Century Gothic" w:hAnsi="Century Gothic"/>
              </w:rPr>
              <w:t>2)</w:t>
            </w:r>
          </w:p>
        </w:tc>
        <w:tc>
          <w:tcPr>
            <w:tcW w:w="4394" w:type="dxa"/>
            <w:tcBorders>
              <w:left w:val="nil"/>
            </w:tcBorders>
          </w:tcPr>
          <w:p w14:paraId="1A8E4F9D" w14:textId="77777777" w:rsidR="00690EBA" w:rsidRPr="00431275" w:rsidRDefault="00690EBA" w:rsidP="00715630">
            <w:pPr>
              <w:spacing w:before="120" w:after="0"/>
              <w:rPr>
                <w:rFonts w:ascii="Century Gothic" w:hAnsi="Century Gothic" w:cs="Tahoma"/>
              </w:rPr>
            </w:pPr>
            <w:r w:rsidRPr="00431275">
              <w:rPr>
                <w:rFonts w:ascii="Century Gothic" w:hAnsi="Century Gothic" w:cs="Tahoma"/>
              </w:rPr>
              <w:t xml:space="preserve">Write the answer in </w:t>
            </w:r>
            <w:r>
              <w:rPr>
                <w:rFonts w:ascii="Century Gothic" w:hAnsi="Century Gothic" w:cs="Tahoma"/>
              </w:rPr>
              <w:t>its</w:t>
            </w:r>
            <w:r w:rsidRPr="00431275">
              <w:rPr>
                <w:rFonts w:ascii="Century Gothic" w:hAnsi="Century Gothic" w:cs="Tahoma"/>
              </w:rPr>
              <w:t xml:space="preserve"> simplest form</w:t>
            </w:r>
          </w:p>
          <w:p w14:paraId="6090EB69" w14:textId="77777777" w:rsidR="00690EBA" w:rsidRPr="00431275" w:rsidRDefault="00690EBA" w:rsidP="00715630">
            <w:pPr>
              <w:rPr>
                <w:rFonts w:ascii="Century Gothic" w:eastAsiaTheme="minorEastAsia" w:hAnsi="Century Gothic" w:cs="Tahoma"/>
              </w:rPr>
            </w:pPr>
          </w:p>
          <w:p w14:paraId="32A40FE2" w14:textId="77777777" w:rsidR="00690EBA" w:rsidRPr="00431275" w:rsidRDefault="00690EBA" w:rsidP="00715630">
            <w:pPr>
              <w:rPr>
                <w:rFonts w:ascii="Century Gothic" w:eastAsiaTheme="minorEastAsia" w:hAnsi="Century Gothic" w:cs="Tahom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6</m:t>
                    </m:r>
                  </m:den>
                </m:f>
                <m:r>
                  <w:rPr>
                    <w:rFonts w:ascii="Cambria Math" w:hAnsi="Cambria Math" w:cs="Tahoma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4</m:t>
                    </m:r>
                  </m:den>
                </m:f>
                <m:r>
                  <w:rPr>
                    <w:rFonts w:ascii="Cambria Math" w:hAnsi="Cambria Math" w:cs="Tahoma"/>
                  </w:rPr>
                  <m:t>=</m:t>
                </m:r>
              </m:oMath>
            </m:oMathPara>
          </w:p>
        </w:tc>
      </w:tr>
      <w:tr w:rsidR="00690EBA" w:rsidRPr="00C240D5" w14:paraId="39B6F573" w14:textId="77777777" w:rsidTr="00715630">
        <w:trPr>
          <w:trHeight w:val="239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D30717A" w14:textId="77777777" w:rsidR="00690EBA" w:rsidRPr="00C240D5" w:rsidRDefault="00690EBA" w:rsidP="0071563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819" w:type="dxa"/>
            <w:tcBorders>
              <w:left w:val="nil"/>
              <w:bottom w:val="single" w:sz="4" w:space="0" w:color="auto"/>
            </w:tcBorders>
          </w:tcPr>
          <w:p w14:paraId="467E5D51" w14:textId="77777777" w:rsidR="00690EBA" w:rsidRPr="00431275" w:rsidRDefault="00690EBA" w:rsidP="00715630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  <w:r w:rsidRPr="00431275">
              <w:rPr>
                <w:rFonts w:ascii="Century Gothic" w:eastAsiaTheme="minorEastAsia" w:hAnsi="Century Gothic" w:cs="Tahoma"/>
                <w:noProof/>
              </w:rPr>
              <w:t xml:space="preserve">Draw the </w:t>
            </w:r>
            <w:r>
              <w:rPr>
                <w:rFonts w:ascii="Century Gothic" w:eastAsiaTheme="minorEastAsia" w:hAnsi="Century Gothic" w:cs="Tahoma"/>
                <w:noProof/>
              </w:rPr>
              <w:t>plan</w:t>
            </w:r>
            <w:r w:rsidRPr="00431275">
              <w:rPr>
                <w:rFonts w:ascii="Century Gothic" w:eastAsiaTheme="minorEastAsia" w:hAnsi="Century Gothic" w:cs="Tahoma"/>
                <w:noProof/>
              </w:rPr>
              <w:t xml:space="preserve"> view:</w:t>
            </w:r>
          </w:p>
          <w:p w14:paraId="78CEB9F9" w14:textId="77777777" w:rsidR="00690EBA" w:rsidRPr="00431275" w:rsidRDefault="00690EBA" w:rsidP="00715630">
            <w:pPr>
              <w:rPr>
                <w:rFonts w:ascii="Century Gothic" w:eastAsiaTheme="minorEastAsia" w:hAnsi="Century Gothic" w:cs="Tahoma"/>
                <w:noProof/>
              </w:rPr>
            </w:pPr>
            <w:r>
              <w:rPr>
                <w:rFonts w:ascii="Tahoma" w:eastAsiaTheme="minorEastAsia" w:hAnsi="Tahoma" w:cs="Tahoma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34E3E1C3" wp14:editId="2558BFB9">
                      <wp:simplePos x="0" y="0"/>
                      <wp:positionH relativeFrom="column">
                        <wp:posOffset>914979</wp:posOffset>
                      </wp:positionH>
                      <wp:positionV relativeFrom="paragraph">
                        <wp:posOffset>886428</wp:posOffset>
                      </wp:positionV>
                      <wp:extent cx="333375" cy="228600"/>
                      <wp:effectExtent l="38100" t="38100" r="28575" b="19050"/>
                      <wp:wrapNone/>
                      <wp:docPr id="42" name="Straight Arrow Connector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33375" cy="2286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2E6F39" id="Straight Arrow Connector 42" o:spid="_x0000_s1026" type="#_x0000_t32" style="position:absolute;margin-left:72.05pt;margin-top:69.8pt;width:26.25pt;height:18pt;flip:x y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&#13;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rFonts w:ascii="Tahoma" w:eastAsiaTheme="minorEastAsia" w:hAnsi="Tahoma" w:cs="Tahoma"/>
                <w:noProof/>
                <w:lang w:eastAsia="en-GB"/>
              </w:rPr>
              <w:drawing>
                <wp:inline distT="0" distB="0" distL="0" distR="0" wp14:anchorId="58BFD36E" wp14:editId="521EF7C7">
                  <wp:extent cx="911385" cy="952500"/>
                  <wp:effectExtent l="0" t="0" r="3175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E4F79A.tmp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1512" cy="952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31275">
              <w:rPr>
                <w:rFonts w:ascii="Century Gothic" w:eastAsiaTheme="minorEastAsia" w:hAnsi="Century Gothic" w:cs="Tahoma"/>
                <w:noProof/>
              </w:rPr>
              <w:t xml:space="preserve">          </w:t>
            </w:r>
            <w:r w:rsidRPr="00431275">
              <w:rPr>
                <w:rFonts w:ascii="Century Gothic" w:eastAsiaTheme="minorEastAsia" w:hAnsi="Century Gothic" w:cs="Tahoma"/>
                <w:noProof/>
                <w:lang w:eastAsia="en-GB"/>
              </w:rPr>
              <w:drawing>
                <wp:inline distT="0" distB="0" distL="0" distR="0" wp14:anchorId="09147ED0" wp14:editId="7251AC27">
                  <wp:extent cx="1171575" cy="1171575"/>
                  <wp:effectExtent l="0" t="0" r="9525" b="9525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BCFB8F.tmp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739" cy="11717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2DC18596" w14:textId="77777777" w:rsidR="00690EBA" w:rsidRPr="00431275" w:rsidRDefault="00690EBA" w:rsidP="00715630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431275">
              <w:rPr>
                <w:rFonts w:ascii="Century Gothic" w:hAnsi="Century Gothic"/>
              </w:rPr>
              <w:t>4)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742E9658" w14:textId="77777777" w:rsidR="00690EBA" w:rsidRPr="00431275" w:rsidRDefault="00690EBA" w:rsidP="00715630">
            <w:pPr>
              <w:spacing w:before="120" w:after="0"/>
              <w:rPr>
                <w:rFonts w:ascii="Century Gothic" w:hAnsi="Century Gothic" w:cs="Tahoma"/>
              </w:rPr>
            </w:pPr>
            <w:r w:rsidRPr="00431275">
              <w:rPr>
                <w:rFonts w:ascii="Century Gothic" w:hAnsi="Century Gothic" w:cs="Tahoma"/>
              </w:rPr>
              <w:t>Expand the brackets:</w:t>
            </w:r>
          </w:p>
          <w:p w14:paraId="3A4A996B" w14:textId="77777777" w:rsidR="00690EBA" w:rsidRPr="00742D33" w:rsidRDefault="00690EBA" w:rsidP="00715630">
            <w:pPr>
              <w:rPr>
                <w:rFonts w:ascii="Tahoma" w:eastAsiaTheme="minorEastAsia" w:hAnsi="Tahoma" w:cs="Tahoma"/>
              </w:rPr>
            </w:pPr>
            <m:oMathPara>
              <m:oMath>
                <m:d>
                  <m:dPr>
                    <m:ctrlPr>
                      <w:rPr>
                        <w:rFonts w:ascii="Cambria Math" w:eastAsiaTheme="minorEastAsia" w:hAnsi="Cambria Math" w:cs="Tahoma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ahoma"/>
                      </w:rPr>
                      <m:t>x-7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 w:cs="Tahoma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ahoma"/>
                      </w:rPr>
                      <m:t>x-3</m:t>
                    </m:r>
                  </m:e>
                </m:d>
                <m:r>
                  <w:rPr>
                    <w:rFonts w:ascii="Cambria Math" w:eastAsiaTheme="minorEastAsia" w:hAnsi="Cambria Math" w:cs="Tahoma"/>
                  </w:rPr>
                  <m:t>=</m:t>
                </m:r>
              </m:oMath>
            </m:oMathPara>
          </w:p>
          <w:p w14:paraId="5AEC63A1" w14:textId="77777777" w:rsidR="00690EBA" w:rsidRPr="00212993" w:rsidRDefault="00690EBA" w:rsidP="00715630">
            <w:pPr>
              <w:rPr>
                <w:rFonts w:ascii="Tahoma" w:eastAsiaTheme="minorEastAsia" w:hAnsi="Tahoma" w:cs="Tahoma"/>
              </w:rPr>
            </w:pPr>
          </w:p>
        </w:tc>
      </w:tr>
      <w:tr w:rsidR="00690EBA" w:rsidRPr="00C240D5" w14:paraId="7AD66591" w14:textId="77777777" w:rsidTr="00715630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3AF30E13" w14:textId="77777777" w:rsidR="00690EBA" w:rsidRPr="00C240D5" w:rsidRDefault="00690EBA" w:rsidP="0071563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196FCBD1" w14:textId="77777777" w:rsidR="00690EBA" w:rsidRDefault="00690EBA" w:rsidP="00715630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35040" behindDoc="0" locked="0" layoutInCell="1" allowOverlap="1" wp14:anchorId="42465605" wp14:editId="1F5ECF6A">
                  <wp:simplePos x="0" y="0"/>
                  <wp:positionH relativeFrom="column">
                    <wp:posOffset>2043293</wp:posOffset>
                  </wp:positionH>
                  <wp:positionV relativeFrom="paragraph">
                    <wp:posOffset>99623</wp:posOffset>
                  </wp:positionV>
                  <wp:extent cx="371475" cy="371475"/>
                  <wp:effectExtent l="0" t="0" r="9525" b="9525"/>
                  <wp:wrapSquare wrapText="bothSides"/>
                  <wp:docPr id="45" name="Picture 45" descr="Image result for calculato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calculator clipar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782"/>
                          <a:stretch/>
                        </pic:blipFill>
                        <pic:spPr bwMode="auto">
                          <a:xfrm>
                            <a:off x="0" y="0"/>
                            <a:ext cx="3714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>
              <w:rPr>
                <w:rFonts w:ascii="Century Gothic" w:hAnsi="Century Gothic" w:cs="Tahoma"/>
                <w:noProof/>
                <w:lang w:eastAsia="en-GB"/>
              </w:rPr>
              <w:t>length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70EACD64" w14:textId="77777777" w:rsidR="00690EBA" w:rsidRPr="009F6C6A" w:rsidRDefault="00690EBA" w:rsidP="00715630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734016" behindDoc="0" locked="0" layoutInCell="1" allowOverlap="1" wp14:anchorId="1347E7EF" wp14:editId="489967CF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721424</wp:posOffset>
                  </wp:positionV>
                  <wp:extent cx="572135" cy="401320"/>
                  <wp:effectExtent l="0" t="0" r="0" b="5080"/>
                  <wp:wrapNone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40303B94" wp14:editId="156A6C44">
                  <wp:extent cx="1147115" cy="628650"/>
                  <wp:effectExtent l="0" t="0" r="0" b="0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947" cy="6296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036FC7" w14:textId="77777777" w:rsidR="00690EBA" w:rsidRDefault="00690EBA" w:rsidP="00690EBA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32992" behindDoc="0" locked="0" layoutInCell="1" allowOverlap="1" wp14:anchorId="2EC83BD4" wp14:editId="52AC06A9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48" name="Picture 4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31968" behindDoc="0" locked="0" layoutInCell="1" allowOverlap="1" wp14:anchorId="2C8868A6" wp14:editId="08236753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49" name="Picture 49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28.4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1D8ADC89" w14:textId="77777777" w:rsidR="00690EBA" w:rsidRDefault="00690EBA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sectPr w:rsidR="00690EBA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65F"/>
    <w:rsid w:val="00023A36"/>
    <w:rsid w:val="0002433C"/>
    <w:rsid w:val="00033D3C"/>
    <w:rsid w:val="0007090C"/>
    <w:rsid w:val="000740DB"/>
    <w:rsid w:val="000758B3"/>
    <w:rsid w:val="000A43CA"/>
    <w:rsid w:val="000A63AF"/>
    <w:rsid w:val="000E162B"/>
    <w:rsid w:val="000E3308"/>
    <w:rsid w:val="00105331"/>
    <w:rsid w:val="00125C71"/>
    <w:rsid w:val="00155A2A"/>
    <w:rsid w:val="0017423C"/>
    <w:rsid w:val="001760AE"/>
    <w:rsid w:val="001826A9"/>
    <w:rsid w:val="001D513F"/>
    <w:rsid w:val="001E2A93"/>
    <w:rsid w:val="0020147F"/>
    <w:rsid w:val="00212993"/>
    <w:rsid w:val="00213C21"/>
    <w:rsid w:val="00242309"/>
    <w:rsid w:val="00247FD4"/>
    <w:rsid w:val="002955F9"/>
    <w:rsid w:val="002A3B06"/>
    <w:rsid w:val="002B14A3"/>
    <w:rsid w:val="002C5377"/>
    <w:rsid w:val="002D5D86"/>
    <w:rsid w:val="00326247"/>
    <w:rsid w:val="00333535"/>
    <w:rsid w:val="003356C4"/>
    <w:rsid w:val="00344FB5"/>
    <w:rsid w:val="00353B71"/>
    <w:rsid w:val="003D55FD"/>
    <w:rsid w:val="003F51D8"/>
    <w:rsid w:val="004008D8"/>
    <w:rsid w:val="004267C7"/>
    <w:rsid w:val="00431275"/>
    <w:rsid w:val="004539C0"/>
    <w:rsid w:val="00493EE3"/>
    <w:rsid w:val="004A26C7"/>
    <w:rsid w:val="004D2879"/>
    <w:rsid w:val="004F073D"/>
    <w:rsid w:val="0050136B"/>
    <w:rsid w:val="00505FC9"/>
    <w:rsid w:val="00523173"/>
    <w:rsid w:val="00525119"/>
    <w:rsid w:val="005D37DE"/>
    <w:rsid w:val="005E3FC2"/>
    <w:rsid w:val="00611673"/>
    <w:rsid w:val="006201DC"/>
    <w:rsid w:val="0064471D"/>
    <w:rsid w:val="00665D34"/>
    <w:rsid w:val="00666CDC"/>
    <w:rsid w:val="0066773D"/>
    <w:rsid w:val="00690EBA"/>
    <w:rsid w:val="006D4A9E"/>
    <w:rsid w:val="006E6A1A"/>
    <w:rsid w:val="0070003E"/>
    <w:rsid w:val="00705472"/>
    <w:rsid w:val="007258C6"/>
    <w:rsid w:val="00734D85"/>
    <w:rsid w:val="007516C1"/>
    <w:rsid w:val="00756347"/>
    <w:rsid w:val="00782957"/>
    <w:rsid w:val="007979C0"/>
    <w:rsid w:val="007B4226"/>
    <w:rsid w:val="007E2C1A"/>
    <w:rsid w:val="0090117B"/>
    <w:rsid w:val="0090585D"/>
    <w:rsid w:val="00944B13"/>
    <w:rsid w:val="00950AD6"/>
    <w:rsid w:val="0099142F"/>
    <w:rsid w:val="009A72D8"/>
    <w:rsid w:val="009F6C6A"/>
    <w:rsid w:val="00A1371A"/>
    <w:rsid w:val="00A5698F"/>
    <w:rsid w:val="00A844B6"/>
    <w:rsid w:val="00AD3C1A"/>
    <w:rsid w:val="00AF7308"/>
    <w:rsid w:val="00B40DC9"/>
    <w:rsid w:val="00B64A68"/>
    <w:rsid w:val="00BE7AC9"/>
    <w:rsid w:val="00BF035D"/>
    <w:rsid w:val="00BF0512"/>
    <w:rsid w:val="00C11472"/>
    <w:rsid w:val="00C240D5"/>
    <w:rsid w:val="00C35600"/>
    <w:rsid w:val="00C41860"/>
    <w:rsid w:val="00C55B29"/>
    <w:rsid w:val="00C60D83"/>
    <w:rsid w:val="00C6765F"/>
    <w:rsid w:val="00CD229B"/>
    <w:rsid w:val="00D253BC"/>
    <w:rsid w:val="00D27DA8"/>
    <w:rsid w:val="00D51195"/>
    <w:rsid w:val="00D650F3"/>
    <w:rsid w:val="00D723BE"/>
    <w:rsid w:val="00D974EA"/>
    <w:rsid w:val="00DB511B"/>
    <w:rsid w:val="00DC16B5"/>
    <w:rsid w:val="00DD6ED1"/>
    <w:rsid w:val="00DE1DA0"/>
    <w:rsid w:val="00DF5FFD"/>
    <w:rsid w:val="00E01F39"/>
    <w:rsid w:val="00E20822"/>
    <w:rsid w:val="00E50F92"/>
    <w:rsid w:val="00E54E19"/>
    <w:rsid w:val="00E56494"/>
    <w:rsid w:val="00E7749A"/>
    <w:rsid w:val="00EA0CA1"/>
    <w:rsid w:val="00EC4CCA"/>
    <w:rsid w:val="00F04FE3"/>
    <w:rsid w:val="00F3252F"/>
    <w:rsid w:val="00F35C69"/>
    <w:rsid w:val="00F43DAF"/>
    <w:rsid w:val="00F55BE2"/>
    <w:rsid w:val="00F8683A"/>
    <w:rsid w:val="00FB0E81"/>
    <w:rsid w:val="00FC6D87"/>
    <w:rsid w:val="00FE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38675"/>
  <w15:docId w15:val="{0DF1FD4D-B129-1F41-AD06-1D31A6E7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tmp"/><Relationship Id="rId10" Type="http://schemas.openxmlformats.org/officeDocument/2006/relationships/fontTable" Target="fontTable.xml"/><Relationship Id="rId4" Type="http://schemas.openxmlformats.org/officeDocument/2006/relationships/image" Target="media/image1.tmp"/><Relationship Id="rId9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7</cp:revision>
  <cp:lastPrinted>2019-05-06T15:37:00Z</cp:lastPrinted>
  <dcterms:created xsi:type="dcterms:W3CDTF">2019-05-13T13:31:00Z</dcterms:created>
  <dcterms:modified xsi:type="dcterms:W3CDTF">2019-05-13T13:32:00Z</dcterms:modified>
</cp:coreProperties>
</file>